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A963F" w14:textId="0C4F395C" w:rsidR="00B05576" w:rsidRPr="0047722C" w:rsidRDefault="00B05576" w:rsidP="00B05576">
      <w:pPr>
        <w:pStyle w:val="Caption"/>
      </w:pPr>
      <w:r w:rsidRPr="0047722C">
        <w:t xml:space="preserve">Figure </w:t>
      </w:r>
      <w:r>
        <w:t>S</w:t>
      </w:r>
      <w:r w:rsidRPr="0047722C">
        <w:t xml:space="preserve">1. Reflected light photomicrographs of select garnets from two-stage decompression experiment SR-3 (Fig. 3, Table 2) showing the various stages of decrepitation. </w:t>
      </w:r>
    </w:p>
    <w:p w14:paraId="5CA237A9" w14:textId="1A2FFEC6" w:rsidR="00F5258E" w:rsidRPr="00B05576" w:rsidRDefault="00B05576" w:rsidP="00B05576">
      <w:r w:rsidRPr="0047722C">
        <w:rPr>
          <w:noProof/>
        </w:rPr>
        <w:drawing>
          <wp:anchor distT="0" distB="0" distL="114300" distR="114300" simplePos="0" relativeHeight="251659264" behindDoc="0" locked="0" layoutInCell="1" allowOverlap="1" wp14:anchorId="3E4DB7D7" wp14:editId="452116E8">
            <wp:simplePos x="0" y="0"/>
            <wp:positionH relativeFrom="column">
              <wp:posOffset>0</wp:posOffset>
            </wp:positionH>
            <wp:positionV relativeFrom="page">
              <wp:posOffset>358140</wp:posOffset>
            </wp:positionV>
            <wp:extent cx="6324600" cy="1798320"/>
            <wp:effectExtent l="0" t="0" r="0" b="0"/>
            <wp:wrapSquare wrapText="bothSides"/>
            <wp:docPr id="3" name="Picture 2" descr="A close-up of a round objec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41FB3EF-9B91-FA28-7B5D-A021FD297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close-up of a round object&#10;&#10;Description automatically generated">
                      <a:extLst>
                        <a:ext uri="{FF2B5EF4-FFF2-40B4-BE49-F238E27FC236}">
                          <a16:creationId xmlns:a16="http://schemas.microsoft.com/office/drawing/2014/main" id="{B41FB3EF-9B91-FA28-7B5D-A021FD2971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258E" w:rsidRPr="00B05576" w:rsidSect="00F512A5">
      <w:footerReference w:type="default" r:id="rId9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F1899" w14:textId="77777777" w:rsidR="00712E63" w:rsidRDefault="00712E63" w:rsidP="006D0C96">
      <w:pPr>
        <w:spacing w:line="240" w:lineRule="auto"/>
      </w:pPr>
      <w:r>
        <w:separator/>
      </w:r>
    </w:p>
  </w:endnote>
  <w:endnote w:type="continuationSeparator" w:id="0">
    <w:p w14:paraId="1FC4ED05" w14:textId="77777777" w:rsidR="00712E63" w:rsidRDefault="00712E63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77777777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8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A1515" w14:textId="77777777" w:rsidR="00712E63" w:rsidRDefault="00712E63" w:rsidP="006D0C96">
      <w:pPr>
        <w:spacing w:line="240" w:lineRule="auto"/>
      </w:pPr>
      <w:r>
        <w:separator/>
      </w:r>
    </w:p>
  </w:footnote>
  <w:footnote w:type="continuationSeparator" w:id="0">
    <w:p w14:paraId="75C61AD8" w14:textId="77777777" w:rsidR="00712E63" w:rsidRDefault="00712E63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13"/>
    <w:rsid w:val="00041A84"/>
    <w:rsid w:val="0005690A"/>
    <w:rsid w:val="00075F28"/>
    <w:rsid w:val="00084789"/>
    <w:rsid w:val="000A1B66"/>
    <w:rsid w:val="000C3A9F"/>
    <w:rsid w:val="00135329"/>
    <w:rsid w:val="001C5EB9"/>
    <w:rsid w:val="00200B97"/>
    <w:rsid w:val="00203F92"/>
    <w:rsid w:val="002D7ECA"/>
    <w:rsid w:val="003118C8"/>
    <w:rsid w:val="00335619"/>
    <w:rsid w:val="003A4FB4"/>
    <w:rsid w:val="003D5288"/>
    <w:rsid w:val="00450DB9"/>
    <w:rsid w:val="00463568"/>
    <w:rsid w:val="004D0F1A"/>
    <w:rsid w:val="00542A82"/>
    <w:rsid w:val="0055217B"/>
    <w:rsid w:val="00564213"/>
    <w:rsid w:val="005A4F32"/>
    <w:rsid w:val="006326D7"/>
    <w:rsid w:val="00670F05"/>
    <w:rsid w:val="006D0C96"/>
    <w:rsid w:val="0070537F"/>
    <w:rsid w:val="00712E63"/>
    <w:rsid w:val="00733CBB"/>
    <w:rsid w:val="00751A44"/>
    <w:rsid w:val="00796A7F"/>
    <w:rsid w:val="00855006"/>
    <w:rsid w:val="00883829"/>
    <w:rsid w:val="008B719F"/>
    <w:rsid w:val="008E213F"/>
    <w:rsid w:val="008E3110"/>
    <w:rsid w:val="009150E4"/>
    <w:rsid w:val="0091791F"/>
    <w:rsid w:val="00932F15"/>
    <w:rsid w:val="00943440"/>
    <w:rsid w:val="009D38E2"/>
    <w:rsid w:val="009F2C0A"/>
    <w:rsid w:val="00A17EED"/>
    <w:rsid w:val="00AE4157"/>
    <w:rsid w:val="00B05576"/>
    <w:rsid w:val="00B4015F"/>
    <w:rsid w:val="00B5719D"/>
    <w:rsid w:val="00B62878"/>
    <w:rsid w:val="00B75342"/>
    <w:rsid w:val="00B94A58"/>
    <w:rsid w:val="00BD0523"/>
    <w:rsid w:val="00C1589F"/>
    <w:rsid w:val="00C26311"/>
    <w:rsid w:val="00C35812"/>
    <w:rsid w:val="00C82F79"/>
    <w:rsid w:val="00CC51D0"/>
    <w:rsid w:val="00CD59BA"/>
    <w:rsid w:val="00CF3DD9"/>
    <w:rsid w:val="00D40CE0"/>
    <w:rsid w:val="00DB4E53"/>
    <w:rsid w:val="00E00253"/>
    <w:rsid w:val="00E00339"/>
    <w:rsid w:val="00E142A8"/>
    <w:rsid w:val="00E861A5"/>
    <w:rsid w:val="00ED6B96"/>
    <w:rsid w:val="00EE58C0"/>
    <w:rsid w:val="00F35903"/>
    <w:rsid w:val="00F512A5"/>
    <w:rsid w:val="00F5258E"/>
    <w:rsid w:val="00F64C9C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Benjamin Aaron Pummell</cp:lastModifiedBy>
  <cp:revision>2</cp:revision>
  <cp:lastPrinted>2016-02-01T07:21:00Z</cp:lastPrinted>
  <dcterms:created xsi:type="dcterms:W3CDTF">2024-07-17T18:19:00Z</dcterms:created>
  <dcterms:modified xsi:type="dcterms:W3CDTF">2024-07-17T18:19:00Z</dcterms:modified>
</cp:coreProperties>
</file>